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F93EC04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list </w:t>
      </w:r>
      <w:r w:rsidRPr="00FF14C7">
        <w:rPr>
          <w:b/>
          <w:color w:val="FF5200" w:themeColor="accent2"/>
          <w:sz w:val="36"/>
          <w:szCs w:val="36"/>
        </w:rPr>
        <w:t>nabídky</w:t>
      </w:r>
      <w:r w:rsidR="0031280B" w:rsidRPr="00FF14C7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FF14C7" w:rsidRPr="00FF14C7">
        <w:rPr>
          <w:b/>
          <w:color w:val="FF5200" w:themeColor="accent2"/>
          <w:sz w:val="36"/>
          <w:szCs w:val="36"/>
        </w:rPr>
        <w:t>Videostěna pro pracoviště SOC</w:t>
      </w:r>
      <w:r w:rsidR="0031280B" w:rsidRPr="00FF14C7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F86A2F">
        <w:rPr>
          <w:b/>
          <w:color w:val="FF5200" w:themeColor="accent2"/>
          <w:sz w:val="36"/>
          <w:szCs w:val="36"/>
        </w:rPr>
        <w:t xml:space="preserve">pod </w:t>
      </w:r>
      <w:r w:rsidR="000128D4" w:rsidRPr="00F86A2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r w:rsidR="00C2730D" w:rsidRPr="00F86A2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 </w:t>
      </w:r>
      <w:r w:rsidR="00C2730D" w:rsidRPr="00C2730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56717/2023-SŽ-GŘ-O8</w:t>
      </w:r>
      <w:r w:rsidR="000128D4" w:rsidRPr="00E6656A">
        <w:rPr>
          <w:rFonts w:eastAsia="Times New Roman" w:cs="Times New Roman"/>
          <w:b/>
          <w:color w:val="FF5200" w:themeColor="accent2"/>
          <w:sz w:val="36"/>
          <w:szCs w:val="36"/>
          <w:highlight w:val="yellow"/>
          <w:lang w:eastAsia="cs-CZ"/>
        </w:rPr>
        <w:t xml:space="preserve"> 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6402C27E" w14:textId="0B7BAAF6" w:rsidR="007513AE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3074650" w:history="1">
            <w:r w:rsidR="007513AE" w:rsidRPr="00F34313">
              <w:rPr>
                <w:rStyle w:val="Hypertextovodkaz"/>
                <w:noProof/>
              </w:rPr>
              <w:t>Kapitola 1.</w:t>
            </w:r>
            <w:r w:rsidR="007513A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513AE" w:rsidRPr="00F34313">
              <w:rPr>
                <w:rStyle w:val="Hypertextovodkaz"/>
                <w:noProof/>
              </w:rPr>
              <w:t>Základní údaje k nabídce</w:t>
            </w:r>
            <w:r w:rsidR="007513AE">
              <w:rPr>
                <w:noProof/>
                <w:webHidden/>
              </w:rPr>
              <w:tab/>
            </w:r>
            <w:r w:rsidR="007513AE">
              <w:rPr>
                <w:noProof/>
                <w:webHidden/>
              </w:rPr>
              <w:fldChar w:fldCharType="begin"/>
            </w:r>
            <w:r w:rsidR="007513AE">
              <w:rPr>
                <w:noProof/>
                <w:webHidden/>
              </w:rPr>
              <w:instrText xml:space="preserve"> PAGEREF _Toc143074650 \h </w:instrText>
            </w:r>
            <w:r w:rsidR="007513AE">
              <w:rPr>
                <w:noProof/>
                <w:webHidden/>
              </w:rPr>
            </w:r>
            <w:r w:rsidR="007513AE">
              <w:rPr>
                <w:noProof/>
                <w:webHidden/>
              </w:rPr>
              <w:fldChar w:fldCharType="separate"/>
            </w:r>
            <w:r w:rsidR="00090102">
              <w:rPr>
                <w:noProof/>
                <w:webHidden/>
              </w:rPr>
              <w:t>2</w:t>
            </w:r>
            <w:r w:rsidR="007513AE">
              <w:rPr>
                <w:noProof/>
                <w:webHidden/>
              </w:rPr>
              <w:fldChar w:fldCharType="end"/>
            </w:r>
          </w:hyperlink>
        </w:p>
        <w:p w14:paraId="58EC5AED" w14:textId="1E387E34" w:rsidR="007513AE" w:rsidRDefault="00090102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3074651" w:history="1">
            <w:r w:rsidR="007513AE" w:rsidRPr="00F34313">
              <w:rPr>
                <w:rStyle w:val="Hypertextovodkaz"/>
                <w:noProof/>
              </w:rPr>
              <w:t>Kapitola 2.</w:t>
            </w:r>
            <w:r w:rsidR="007513A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513AE" w:rsidRPr="00F34313">
              <w:rPr>
                <w:rStyle w:val="Hypertextovodkaz"/>
                <w:noProof/>
              </w:rPr>
              <w:t>Čestné prohlášení o splnění základní způsobilosti</w:t>
            </w:r>
            <w:r w:rsidR="007513AE">
              <w:rPr>
                <w:noProof/>
                <w:webHidden/>
              </w:rPr>
              <w:tab/>
            </w:r>
            <w:r w:rsidR="007513AE">
              <w:rPr>
                <w:noProof/>
                <w:webHidden/>
              </w:rPr>
              <w:fldChar w:fldCharType="begin"/>
            </w:r>
            <w:r w:rsidR="007513AE">
              <w:rPr>
                <w:noProof/>
                <w:webHidden/>
              </w:rPr>
              <w:instrText xml:space="preserve"> PAGEREF _Toc143074651 \h </w:instrText>
            </w:r>
            <w:r w:rsidR="007513AE">
              <w:rPr>
                <w:noProof/>
                <w:webHidden/>
              </w:rPr>
            </w:r>
            <w:r w:rsidR="007513A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513AE">
              <w:rPr>
                <w:noProof/>
                <w:webHidden/>
              </w:rPr>
              <w:fldChar w:fldCharType="end"/>
            </w:r>
          </w:hyperlink>
        </w:p>
        <w:p w14:paraId="7E69194D" w14:textId="725BC55F" w:rsidR="007513AE" w:rsidRDefault="00090102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3074652" w:history="1">
            <w:r w:rsidR="007513AE" w:rsidRPr="00F34313">
              <w:rPr>
                <w:rStyle w:val="Hypertextovodkaz"/>
                <w:noProof/>
              </w:rPr>
              <w:t>Kapitola 3.</w:t>
            </w:r>
            <w:r w:rsidR="007513A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513AE" w:rsidRPr="00F34313">
              <w:rPr>
                <w:rStyle w:val="Hypertextovodkaz"/>
                <w:noProof/>
              </w:rPr>
              <w:t>Čestné prohlášení účastníka o střetu zájmů</w:t>
            </w:r>
            <w:r w:rsidR="007513AE">
              <w:rPr>
                <w:noProof/>
                <w:webHidden/>
              </w:rPr>
              <w:tab/>
            </w:r>
            <w:r w:rsidR="007513AE">
              <w:rPr>
                <w:noProof/>
                <w:webHidden/>
              </w:rPr>
              <w:fldChar w:fldCharType="begin"/>
            </w:r>
            <w:r w:rsidR="007513AE">
              <w:rPr>
                <w:noProof/>
                <w:webHidden/>
              </w:rPr>
              <w:instrText xml:space="preserve"> PAGEREF _Toc143074652 \h </w:instrText>
            </w:r>
            <w:r w:rsidR="007513AE">
              <w:rPr>
                <w:noProof/>
                <w:webHidden/>
              </w:rPr>
            </w:r>
            <w:r w:rsidR="007513A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513AE">
              <w:rPr>
                <w:noProof/>
                <w:webHidden/>
              </w:rPr>
              <w:fldChar w:fldCharType="end"/>
            </w:r>
          </w:hyperlink>
        </w:p>
        <w:p w14:paraId="20FC8BB2" w14:textId="031AC6C0" w:rsidR="007513AE" w:rsidRDefault="00090102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3074653" w:history="1">
            <w:r w:rsidR="007513AE" w:rsidRPr="00F34313">
              <w:rPr>
                <w:rStyle w:val="Hypertextovodkaz"/>
                <w:noProof/>
              </w:rPr>
              <w:t>Kapitola 4.</w:t>
            </w:r>
            <w:r w:rsidR="007513A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513AE" w:rsidRPr="00F34313">
              <w:rPr>
                <w:rStyle w:val="Hypertextovodkaz"/>
                <w:noProof/>
              </w:rPr>
              <w:t>Čestné prohlášení účastníka k neuzavření zakázaných dohod</w:t>
            </w:r>
            <w:r w:rsidR="007513AE">
              <w:rPr>
                <w:noProof/>
                <w:webHidden/>
              </w:rPr>
              <w:tab/>
            </w:r>
            <w:r w:rsidR="007513AE">
              <w:rPr>
                <w:noProof/>
                <w:webHidden/>
              </w:rPr>
              <w:fldChar w:fldCharType="begin"/>
            </w:r>
            <w:r w:rsidR="007513AE">
              <w:rPr>
                <w:noProof/>
                <w:webHidden/>
              </w:rPr>
              <w:instrText xml:space="preserve"> PAGEREF _Toc143074653 \h </w:instrText>
            </w:r>
            <w:r w:rsidR="007513AE">
              <w:rPr>
                <w:noProof/>
                <w:webHidden/>
              </w:rPr>
            </w:r>
            <w:r w:rsidR="007513A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513AE">
              <w:rPr>
                <w:noProof/>
                <w:webHidden/>
              </w:rPr>
              <w:fldChar w:fldCharType="end"/>
            </w:r>
          </w:hyperlink>
        </w:p>
        <w:p w14:paraId="1387F4B9" w14:textId="0FA909BD" w:rsidR="007513AE" w:rsidRDefault="00090102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3074654" w:history="1">
            <w:r w:rsidR="007513AE" w:rsidRPr="00F34313">
              <w:rPr>
                <w:rStyle w:val="Hypertextovodkaz"/>
                <w:rFonts w:eastAsia="Times New Roman"/>
                <w:noProof/>
              </w:rPr>
              <w:t>Kapitola 5.</w:t>
            </w:r>
            <w:r w:rsidR="007513A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513AE" w:rsidRPr="00F34313">
              <w:rPr>
                <w:rStyle w:val="Hypertextovodkaz"/>
                <w:noProof/>
              </w:rPr>
              <w:t>Čestné</w:t>
            </w:r>
            <w:r w:rsidR="007513AE" w:rsidRPr="00F34313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7513AE">
              <w:rPr>
                <w:noProof/>
                <w:webHidden/>
              </w:rPr>
              <w:tab/>
            </w:r>
            <w:r w:rsidR="007513AE">
              <w:rPr>
                <w:noProof/>
                <w:webHidden/>
              </w:rPr>
              <w:fldChar w:fldCharType="begin"/>
            </w:r>
            <w:r w:rsidR="007513AE">
              <w:rPr>
                <w:noProof/>
                <w:webHidden/>
              </w:rPr>
              <w:instrText xml:space="preserve"> PAGEREF _Toc143074654 \h </w:instrText>
            </w:r>
            <w:r w:rsidR="007513AE">
              <w:rPr>
                <w:noProof/>
                <w:webHidden/>
              </w:rPr>
            </w:r>
            <w:r w:rsidR="007513A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7513AE">
              <w:rPr>
                <w:noProof/>
                <w:webHidden/>
              </w:rPr>
              <w:fldChar w:fldCharType="end"/>
            </w:r>
          </w:hyperlink>
        </w:p>
        <w:p w14:paraId="218BAFDF" w14:textId="61C1F83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43074650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0191CDFC" w14:textId="4B609FDF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</w:t>
      </w:r>
      <w:r w:rsidRPr="00FF14C7">
        <w:t>podání nabíd</w:t>
      </w:r>
      <w:r w:rsidR="004C76E9" w:rsidRPr="00FF14C7">
        <w:t>ky</w:t>
      </w:r>
      <w:r w:rsidRPr="00FF14C7">
        <w:t xml:space="preserve"> na veřejnou zakázku zadávanou</w:t>
      </w:r>
      <w:r w:rsidR="004C76E9" w:rsidRPr="00FF14C7">
        <w:t xml:space="preserve"> jako </w:t>
      </w:r>
      <w:r w:rsidR="000128D4" w:rsidRPr="00FF14C7">
        <w:rPr>
          <w:rFonts w:eastAsia="Times New Roman" w:cs="Times New Roman"/>
          <w:lang w:eastAsia="cs-CZ"/>
        </w:rPr>
        <w:t>podlimitní sektorovou veřejnou zakázku</w:t>
      </w:r>
      <w:r w:rsidRPr="00FF14C7">
        <w:t>, jsou pravdivé</w:t>
      </w:r>
      <w:r w:rsidR="009771C9" w:rsidRPr="00FF14C7">
        <w:t>, úplné a odpovídají skutečnosti</w:t>
      </w:r>
      <w:r w:rsidRPr="00FF14C7">
        <w:t xml:space="preserve">. Účastník si je vědom důsledků záměrného uvedení nepravdivých údajů, které v rovině tohoto </w:t>
      </w:r>
      <w:r w:rsidR="00626DB3" w:rsidRPr="00FF14C7">
        <w:t xml:space="preserve">výběrového </w:t>
      </w:r>
      <w:r w:rsidRPr="00FF14C7">
        <w:t xml:space="preserve">řízení </w:t>
      </w:r>
      <w:r w:rsidR="009771C9" w:rsidRPr="00FF14C7">
        <w:t>mohou vést až k</w:t>
      </w:r>
      <w:r w:rsidRPr="00FF14C7">
        <w:t xml:space="preserve"> vyloučení Účastníka z </w:t>
      </w:r>
      <w:r w:rsidR="00626DB3" w:rsidRPr="00FF14C7">
        <w:t xml:space="preserve">výběrového </w:t>
      </w:r>
      <w:r w:rsidRPr="00FF14C7"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22A4871B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</w:t>
      </w:r>
      <w:r w:rsidR="007513AE">
        <w:t xml:space="preserve"> zpracované dle přílohy č. 2 Kupní smlouvy 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09010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090102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43074651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43074652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FF14C7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43074653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43074654"/>
      <w:r w:rsidR="000B5E1C" w:rsidRPr="002126E7"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2215E86A" w14:textId="23B36B13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B34B067" w14:textId="5EE2B061" w:rsidR="002126E7" w:rsidRDefault="002126E7" w:rsidP="00A134A1">
      <w:pPr>
        <w:spacing w:before="1200"/>
        <w:rPr>
          <w:lang w:eastAsia="cs-CZ"/>
        </w:rPr>
      </w:pPr>
      <w:bookmarkStart w:id="6" w:name="_Toc58876012"/>
      <w:bookmarkEnd w:id="6"/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9C55FF" w16cid:durableId="2767CF92"/>
  <w16cid:commentId w16cid:paraId="119BEBB6" w16cid:durableId="2767CF8A"/>
  <w16cid:commentId w16cid:paraId="25AE50F4" w16cid:durableId="2767CF8B"/>
  <w16cid:commentId w16cid:paraId="2B645E15" w16cid:durableId="2767CF8C"/>
  <w16cid:commentId w16cid:paraId="565E0F95" w16cid:durableId="2767CF8D"/>
  <w16cid:commentId w16cid:paraId="6DF00398" w16cid:durableId="2767CF8E"/>
  <w16cid:commentId w16cid:paraId="1CABC1E4" w16cid:durableId="2767CF8F"/>
  <w16cid:commentId w16cid:paraId="0439FB28" w16cid:durableId="2767CF90"/>
  <w16cid:commentId w16cid:paraId="4668238C" w16cid:durableId="2767CF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35433B3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9010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0102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4F7688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F0C814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7F1B41CD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9010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0102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1E5F97" id="Straight Connector 7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3120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49DAB2" id="Straight Connector 10" o:spid="_x0000_s1026" style="position:absolute;z-index:-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7484160C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0102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0B7FF5" id="Straight Connector 7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812540" id="Straight Connector 10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9"/>
  <w:doNotDisplayPageBoundaries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0102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500AC"/>
    <w:rsid w:val="007513AE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2730D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A2F"/>
    <w:rsid w:val="00F86BA6"/>
    <w:rsid w:val="00FC4B68"/>
    <w:rsid w:val="00FC5583"/>
    <w:rsid w:val="00FC6389"/>
    <w:rsid w:val="00FD54F3"/>
    <w:rsid w:val="00FF14C7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Relationship Id="rId22" Type="http://schemas.microsoft.com/office/2016/09/relationships/commentsIds" Target="commentsId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75066C8B532644BC4C33DDA6ADBFDB" ma:contentTypeVersion="13" ma:contentTypeDescription="Vytvoří nový dokument" ma:contentTypeScope="" ma:versionID="d78faebb380f1973aff6436ade39b35c">
  <xsd:schema xmlns:xsd="http://www.w3.org/2001/XMLSchema" xmlns:xs="http://www.w3.org/2001/XMLSchema" xmlns:p="http://schemas.microsoft.com/office/2006/metadata/properties" xmlns:ns3="2cc53f03-f20e-45c2-932e-d0b8d8cf827f" xmlns:ns4="e72ec546-4dff-450b-b362-708814111d20" targetNamespace="http://schemas.microsoft.com/office/2006/metadata/properties" ma:root="true" ma:fieldsID="7d717680429f90449679ef5e90e4e0b6" ns3:_="" ns4:_="">
    <xsd:import namespace="2cc53f03-f20e-45c2-932e-d0b8d8cf827f"/>
    <xsd:import namespace="e72ec546-4dff-450b-b362-708814111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53f03-f20e-45c2-932e-d0b8d8cf82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ec546-4dff-450b-b362-708814111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e72ec546-4dff-450b-b362-708814111d20"/>
    <ds:schemaRef ds:uri="http://purl.org/dc/terms/"/>
    <ds:schemaRef ds:uri="http://schemas.openxmlformats.org/package/2006/metadata/core-properties"/>
    <ds:schemaRef ds:uri="2cc53f03-f20e-45c2-932e-d0b8d8cf827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2B620E6-B705-4533-B517-A872FAA0E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c53f03-f20e-45c2-932e-d0b8d8cf827f"/>
    <ds:schemaRef ds:uri="e72ec546-4dff-450b-b362-708814111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A24B9E-C829-49D4-A966-44822D7E3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19</TotalTime>
  <Pages>7</Pages>
  <Words>1026</Words>
  <Characters>6057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</cp:revision>
  <cp:lastPrinted>2023-08-21T12:04:00Z</cp:lastPrinted>
  <dcterms:created xsi:type="dcterms:W3CDTF">2023-08-10T05:49:00Z</dcterms:created>
  <dcterms:modified xsi:type="dcterms:W3CDTF">2023-08-21T12:05:00Z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0x0101001C75066C8B532644BC4C33DDA6ADBFDB</vt:lpwstr>
  </property>
  <property fmtid="{D5CDD505-2E9C-101B-9397-08002B2CF9AE}" pid="3" name="URL">
    <vt:lpwstr/>
  </property>
</Properties>
</file>